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B47B34" w:rsidRDefault="00B47B34" w:rsidP="00B47B34">
      <w:pPr>
        <w:pStyle w:val="Bulleted1"/>
        <w:rPr>
          <w:rFonts w:ascii="Arial" w:hAnsi="Arial"/>
        </w:rPr>
      </w:pPr>
      <w:r>
        <w:rPr>
          <w:rFonts w:ascii="Arial" w:hAnsi="Arial"/>
        </w:rPr>
        <w:t>rechthoekige bedieningsplaat met twee ronde spoeltoetsen voor een inbouwspoelreservoir voor frontbediening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183288" w:rsidRDefault="00183288" w:rsidP="00183288">
      <w:pPr>
        <w:pStyle w:val="Bulleted1"/>
        <w:rPr>
          <w:rFonts w:ascii="Arial" w:hAnsi="Arial"/>
        </w:rPr>
      </w:pPr>
      <w:r>
        <w:rPr>
          <w:rFonts w:ascii="Arial" w:hAnsi="Arial"/>
        </w:rPr>
        <w:t>rondom elke spoeltoets is er een designring van dezelfde kleur</w:t>
      </w:r>
    </w:p>
    <w:p w:rsidR="00862210" w:rsidRPr="002B1748" w:rsidRDefault="00862210" w:rsidP="00D76D0B">
      <w:pPr>
        <w:pStyle w:val="Bulleted1"/>
        <w:rPr>
          <w:rFonts w:ascii="Arial" w:hAnsi="Arial"/>
        </w:rPr>
      </w:pPr>
      <w:bookmarkStart w:id="0" w:name="_GoBack"/>
      <w:bookmarkEnd w:id="0"/>
      <w:r w:rsidRPr="002B1748">
        <w:rPr>
          <w:rFonts w:ascii="Arial" w:hAnsi="Arial"/>
        </w:rPr>
        <w:t>de buitenkader van de bedieningsplaat heeft dezelfde kleur als de designringen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134AF6" w:rsidRPr="002B1748" w:rsidRDefault="00134AF6" w:rsidP="00F97930">
      <w:pPr>
        <w:pStyle w:val="Bulleted1"/>
        <w:rPr>
          <w:rFonts w:ascii="Arial" w:hAnsi="Arial"/>
        </w:rPr>
      </w:pPr>
      <w:bookmarkStart w:id="1" w:name="_Hlk35937103"/>
      <w:r w:rsidRPr="002B1748">
        <w:rPr>
          <w:rFonts w:ascii="Arial" w:hAnsi="Arial"/>
        </w:rPr>
        <w:t>de grondplaat met buitenkader en de designringen zijn van spuitgietzink</w:t>
      </w:r>
    </w:p>
    <w:p w:rsidR="00D42611" w:rsidRDefault="00D42611" w:rsidP="00F97930">
      <w:pPr>
        <w:pStyle w:val="Bulleted1"/>
        <w:rPr>
          <w:rFonts w:ascii="Arial" w:hAnsi="Arial"/>
        </w:rPr>
      </w:pPr>
      <w:r w:rsidRPr="006F141B">
        <w:rPr>
          <w:rFonts w:ascii="Arial" w:hAnsi="Arial"/>
        </w:rPr>
        <w:t xml:space="preserve">de sierplaat die rond de spoeltoetsen komt en op de grondplaat wordt gelegd is beschikbaar in verschillende </w:t>
      </w:r>
      <w:r w:rsidR="00B45F5D" w:rsidRPr="006F141B">
        <w:rPr>
          <w:rFonts w:ascii="Arial" w:hAnsi="Arial"/>
        </w:rPr>
        <w:t>materialen en kleuren</w:t>
      </w:r>
    </w:p>
    <w:p w:rsidR="0092361E" w:rsidRPr="002B1748" w:rsidRDefault="0092361E" w:rsidP="00F97930">
      <w:pPr>
        <w:pStyle w:val="Bulleted1"/>
        <w:rPr>
          <w:rFonts w:ascii="Arial" w:hAnsi="Arial"/>
        </w:rPr>
      </w:pPr>
      <w:r w:rsidRPr="002B1748">
        <w:rPr>
          <w:rFonts w:ascii="Arial" w:hAnsi="Arial"/>
        </w:rPr>
        <w:t>de spoeltoetsen zijn van hetzelfde materiaal als de sierplaat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A52C83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A52C83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313015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A52C83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977C04" w:rsidRDefault="00D41741" w:rsidP="00157D48">
            <w:r w:rsidRPr="00977C04">
              <w:rPr>
                <w:rFonts w:ascii="Arial" w:hAnsi="Arial"/>
              </w:rPr>
              <w:t>dikte</w:t>
            </w:r>
            <w:r w:rsidR="0020639C" w:rsidRPr="00977C04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977C04" w:rsidRDefault="0020639C" w:rsidP="00157D48">
            <w:pPr>
              <w:jc w:val="right"/>
            </w:pPr>
            <w:r w:rsidRPr="00977C04">
              <w:rPr>
                <w:rFonts w:ascii="Arial" w:hAnsi="Arial"/>
              </w:rPr>
              <w:t>1</w:t>
            </w:r>
            <w:r w:rsidR="006D7C06" w:rsidRPr="00977C04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977C04" w:rsidRDefault="00D41741" w:rsidP="00157D48">
            <w:r w:rsidRPr="00977C04">
              <w:t>,</w:t>
            </w:r>
          </w:p>
        </w:tc>
        <w:tc>
          <w:tcPr>
            <w:tcW w:w="142" w:type="dxa"/>
          </w:tcPr>
          <w:p w:rsidR="0020639C" w:rsidRPr="00977C04" w:rsidRDefault="00B25382" w:rsidP="00157D48">
            <w:r>
              <w:t>4</w:t>
            </w:r>
          </w:p>
        </w:tc>
        <w:tc>
          <w:tcPr>
            <w:tcW w:w="142" w:type="dxa"/>
          </w:tcPr>
          <w:p w:rsidR="0020639C" w:rsidRPr="00977C04" w:rsidRDefault="0020639C" w:rsidP="00157D48"/>
        </w:tc>
        <w:tc>
          <w:tcPr>
            <w:tcW w:w="6713" w:type="dxa"/>
          </w:tcPr>
          <w:p w:rsidR="0020639C" w:rsidRPr="00C26C00" w:rsidRDefault="00B25382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B25382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36AE517A" wp14:editId="3FC06130">
                  <wp:extent cx="1984375" cy="1688465"/>
                  <wp:effectExtent l="0" t="0" r="0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688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53D9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D65C6EF" wp14:editId="693A801E">
                  <wp:extent cx="1985010" cy="149034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490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53D91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9B061D1" wp14:editId="0B4236C5">
                  <wp:extent cx="644055" cy="1537597"/>
                  <wp:effectExtent l="0" t="0" r="3810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228" cy="1583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FE089F" w:rsidRDefault="00FE089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</w:t>
      </w:r>
      <w:r w:rsidR="00EA6567" w:rsidRPr="00EA6567">
        <w:rPr>
          <w:rFonts w:ascii="Arial" w:hAnsi="Arial" w:cs="Arial"/>
          <w:lang w:val="nl-BE"/>
        </w:rPr>
        <w:t xml:space="preserve">van </w:t>
      </w:r>
      <w:r w:rsidR="00290286">
        <w:rPr>
          <w:rFonts w:ascii="Arial" w:hAnsi="Arial" w:cs="Arial"/>
          <w:lang w:val="nl-BE"/>
        </w:rPr>
        <w:t>buitenkader</w:t>
      </w:r>
      <w:r w:rsidR="00EA6567" w:rsidRPr="00EA6567">
        <w:rPr>
          <w:rFonts w:ascii="Arial" w:hAnsi="Arial" w:cs="Arial"/>
          <w:lang w:val="nl-BE"/>
        </w:rPr>
        <w:t xml:space="preserve"> </w:t>
      </w:r>
      <w:r w:rsidRPr="00EA6567">
        <w:rPr>
          <w:rFonts w:ascii="Arial" w:hAnsi="Arial" w:cs="Arial"/>
          <w:lang w:val="nl-BE"/>
        </w:rPr>
        <w:t xml:space="preserve">met </w:t>
      </w:r>
      <w:r w:rsidR="006C501E">
        <w:rPr>
          <w:rFonts w:ascii="Arial" w:hAnsi="Arial" w:cs="Arial"/>
          <w:lang w:val="nl-BE"/>
        </w:rPr>
        <w:t>designringen</w:t>
      </w:r>
      <w:r w:rsidRPr="00EA6567">
        <w:rPr>
          <w:rFonts w:ascii="Arial" w:hAnsi="Arial" w:cs="Arial"/>
          <w:lang w:val="nl-BE"/>
        </w:rPr>
        <w:t xml:space="preserve"> in </w:t>
      </w:r>
      <w:r w:rsidR="00EA6567" w:rsidRPr="00EA6567">
        <w:rPr>
          <w:rFonts w:ascii="Arial" w:hAnsi="Arial" w:cs="Arial"/>
          <w:lang w:val="nl-BE"/>
        </w:rPr>
        <w:t xml:space="preserve">de </w:t>
      </w:r>
      <w:r w:rsidR="00511284" w:rsidRPr="00EA6567">
        <w:rPr>
          <w:rFonts w:ascii="Arial" w:hAnsi="Arial" w:cs="Arial"/>
          <w:lang w:val="nl-BE"/>
        </w:rPr>
        <w:t xml:space="preserve">kleur </w:t>
      </w:r>
      <w:r w:rsidRPr="00EA6567">
        <w:rPr>
          <w:rFonts w:ascii="Arial" w:hAnsi="Arial" w:cs="Arial"/>
          <w:lang w:val="nl-BE"/>
        </w:rPr>
        <w:t>rood goud</w:t>
      </w:r>
      <w:r w:rsidR="00290286">
        <w:rPr>
          <w:rFonts w:ascii="Arial" w:hAnsi="Arial" w:cs="Arial"/>
          <w:lang w:val="nl-BE"/>
        </w:rPr>
        <w:t xml:space="preserve"> met een sierplaat in wit glas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CE54ED">
        <w:rPr>
          <w:rFonts w:ascii="Arial" w:hAnsi="Arial" w:cs="Arial"/>
          <w:lang w:val="nl-BE"/>
        </w:rPr>
        <w:t xml:space="preserve">T = </w:t>
      </w:r>
      <w:r w:rsidR="00FE089F" w:rsidRPr="00CE54ED">
        <w:rPr>
          <w:rFonts w:ascii="Arial" w:hAnsi="Arial" w:cs="Arial"/>
          <w:lang w:val="nl-BE"/>
        </w:rPr>
        <w:t xml:space="preserve">1,4 </w:t>
      </w:r>
      <w:r w:rsidRPr="00CE54ED">
        <w:rPr>
          <w:rFonts w:ascii="Arial" w:hAnsi="Arial" w:cs="Arial"/>
          <w:lang w:val="nl-BE"/>
        </w:rPr>
        <w:t>cm (dikte)</w:t>
      </w:r>
    </w:p>
    <w:p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8B742A" w:rsidRDefault="008B742A" w:rsidP="008B742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>Er is keuze tussen volgende uitvoeringen:</w:t>
      </w:r>
    </w:p>
    <w:p w:rsidR="008B742A" w:rsidRPr="00290286" w:rsidRDefault="008B742A" w:rsidP="008B742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29028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Buitenkader</w:t>
            </w:r>
            <w:r w:rsidR="00CE66F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en designringen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29028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Sier</w:t>
            </w:r>
            <w:r w:rsidR="00CE66F7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wit glas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zwart glas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wit glas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zwart glas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wit glas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zwart glas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lastRenderedPageBreak/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wit glas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zwart glas</w:t>
            </w:r>
          </w:p>
        </w:tc>
      </w:tr>
    </w:tbl>
    <w:p w:rsidR="00290286" w:rsidRPr="00FE089F" w:rsidRDefault="00290286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AF4" w:rsidRDefault="003B1AF4">
      <w:r>
        <w:separator/>
      </w:r>
    </w:p>
  </w:endnote>
  <w:endnote w:type="continuationSeparator" w:id="0">
    <w:p w:rsidR="003B1AF4" w:rsidRDefault="003B1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748" w:rsidRDefault="002B17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748" w:rsidRDefault="002B17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AF4" w:rsidRDefault="003B1AF4">
      <w:r>
        <w:separator/>
      </w:r>
    </w:p>
  </w:footnote>
  <w:footnote w:type="continuationSeparator" w:id="0">
    <w:p w:rsidR="003B1AF4" w:rsidRDefault="003B1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748" w:rsidRDefault="002B17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7778B4">
      <w:rPr>
        <w:rFonts w:ascii="Arial" w:hAnsi="Arial"/>
        <w:b/>
      </w:rPr>
      <w:t>21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748" w:rsidRDefault="002B17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87595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AF6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3288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4B85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0286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748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E7D4C"/>
    <w:rsid w:val="002F2304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5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A670A"/>
    <w:rsid w:val="003B0C24"/>
    <w:rsid w:val="003B1AF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284"/>
    <w:rsid w:val="005119E2"/>
    <w:rsid w:val="00513E6D"/>
    <w:rsid w:val="0051420F"/>
    <w:rsid w:val="00517CED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01E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141B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8B4"/>
    <w:rsid w:val="00777F6E"/>
    <w:rsid w:val="00785436"/>
    <w:rsid w:val="007865D6"/>
    <w:rsid w:val="00792EFD"/>
    <w:rsid w:val="00797007"/>
    <w:rsid w:val="00797CC2"/>
    <w:rsid w:val="00797E46"/>
    <w:rsid w:val="007A1230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51D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36472"/>
    <w:rsid w:val="00844AC2"/>
    <w:rsid w:val="008456B4"/>
    <w:rsid w:val="00850081"/>
    <w:rsid w:val="00850934"/>
    <w:rsid w:val="00851391"/>
    <w:rsid w:val="00851C32"/>
    <w:rsid w:val="00861264"/>
    <w:rsid w:val="00862210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1748"/>
    <w:rsid w:val="008B3B9C"/>
    <w:rsid w:val="008B4545"/>
    <w:rsid w:val="008B5A11"/>
    <w:rsid w:val="008B6803"/>
    <w:rsid w:val="008B69BF"/>
    <w:rsid w:val="008B6FCE"/>
    <w:rsid w:val="008B742A"/>
    <w:rsid w:val="008B7E21"/>
    <w:rsid w:val="008C0266"/>
    <w:rsid w:val="008C1A48"/>
    <w:rsid w:val="008C4AF9"/>
    <w:rsid w:val="008C4BA4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361E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77C04"/>
    <w:rsid w:val="00981CA7"/>
    <w:rsid w:val="0098249D"/>
    <w:rsid w:val="0098307C"/>
    <w:rsid w:val="00983A28"/>
    <w:rsid w:val="009846C3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07FFC"/>
    <w:rsid w:val="00A14E12"/>
    <w:rsid w:val="00A17409"/>
    <w:rsid w:val="00A2047D"/>
    <w:rsid w:val="00A20762"/>
    <w:rsid w:val="00A20AC6"/>
    <w:rsid w:val="00A20CC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C83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5382"/>
    <w:rsid w:val="00B2721E"/>
    <w:rsid w:val="00B300DE"/>
    <w:rsid w:val="00B30D07"/>
    <w:rsid w:val="00B34D03"/>
    <w:rsid w:val="00B3607D"/>
    <w:rsid w:val="00B42EB9"/>
    <w:rsid w:val="00B44B08"/>
    <w:rsid w:val="00B45F5D"/>
    <w:rsid w:val="00B47B34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96CB3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D2AC6"/>
    <w:rsid w:val="00CE0306"/>
    <w:rsid w:val="00CE2CFB"/>
    <w:rsid w:val="00CE2FAA"/>
    <w:rsid w:val="00CE342D"/>
    <w:rsid w:val="00CE3F9E"/>
    <w:rsid w:val="00CE54ED"/>
    <w:rsid w:val="00CE55EB"/>
    <w:rsid w:val="00CE5958"/>
    <w:rsid w:val="00CE66F7"/>
    <w:rsid w:val="00CF0568"/>
    <w:rsid w:val="00CF0705"/>
    <w:rsid w:val="00CF3034"/>
    <w:rsid w:val="00CF3356"/>
    <w:rsid w:val="00D00737"/>
    <w:rsid w:val="00D014C5"/>
    <w:rsid w:val="00D04B5B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11"/>
    <w:rsid w:val="00D426C3"/>
    <w:rsid w:val="00D43AAD"/>
    <w:rsid w:val="00D4472F"/>
    <w:rsid w:val="00D5123E"/>
    <w:rsid w:val="00D52092"/>
    <w:rsid w:val="00D53D91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11C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A6567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28C3"/>
    <w:rsid w:val="00F55A6A"/>
    <w:rsid w:val="00F55C50"/>
    <w:rsid w:val="00F60DF3"/>
    <w:rsid w:val="00F62005"/>
    <w:rsid w:val="00F6273B"/>
    <w:rsid w:val="00F65513"/>
    <w:rsid w:val="00F65742"/>
    <w:rsid w:val="00F66A37"/>
    <w:rsid w:val="00F706CA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089F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43B7E11-34D1-46DE-A13F-41CBE670AD93}"/>
</file>

<file path=customXml/itemProps2.xml><?xml version="1.0" encoding="utf-8"?>
<ds:datastoreItem xmlns:ds="http://schemas.openxmlformats.org/officeDocument/2006/customXml" ds:itemID="{AF92C3EB-617D-4556-8AF4-03F4E3E0F552}"/>
</file>

<file path=customXml/itemProps3.xml><?xml version="1.0" encoding="utf-8"?>
<ds:datastoreItem xmlns:ds="http://schemas.openxmlformats.org/officeDocument/2006/customXml" ds:itemID="{A369F0F6-C726-4BB3-9AB8-B8FBE39009E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214</TotalTime>
  <Pages>4</Pages>
  <Words>611</Words>
  <Characters>3484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2011-12-15T11:32:00Z</cp:lastPrinted>
  <dcterms:created xsi:type="dcterms:W3CDTF">2020-05-04T11:30:00Z</dcterms:created>
  <dcterms:modified xsi:type="dcterms:W3CDTF">2020-05-07T13:51:00Z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